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B34F4" w14:textId="77777777" w:rsidR="006E5D65" w:rsidRPr="004A75D2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4A75D2">
        <w:rPr>
          <w:rFonts w:ascii="Corbel" w:hAnsi="Corbel"/>
          <w:b/>
          <w:bCs/>
        </w:rPr>
        <w:t xml:space="preserve">   </w:t>
      </w:r>
      <w:r w:rsidR="00CD6897" w:rsidRPr="004A75D2">
        <w:rPr>
          <w:rFonts w:ascii="Corbel" w:hAnsi="Corbel"/>
          <w:b/>
          <w:bCs/>
        </w:rPr>
        <w:tab/>
      </w:r>
      <w:r w:rsidR="00CD6897" w:rsidRPr="004A75D2">
        <w:rPr>
          <w:rFonts w:ascii="Corbel" w:hAnsi="Corbel"/>
          <w:b/>
          <w:bCs/>
        </w:rPr>
        <w:tab/>
      </w:r>
      <w:r w:rsidR="00CD6897" w:rsidRPr="004A75D2">
        <w:rPr>
          <w:rFonts w:ascii="Corbel" w:hAnsi="Corbel"/>
          <w:b/>
          <w:bCs/>
        </w:rPr>
        <w:tab/>
      </w:r>
      <w:r w:rsidR="00CD6897" w:rsidRPr="004A75D2">
        <w:rPr>
          <w:rFonts w:ascii="Corbel" w:hAnsi="Corbel"/>
          <w:b/>
          <w:bCs/>
        </w:rPr>
        <w:tab/>
      </w:r>
      <w:r w:rsidR="00CD6897" w:rsidRPr="004A75D2">
        <w:rPr>
          <w:rFonts w:ascii="Corbel" w:hAnsi="Corbel"/>
          <w:b/>
          <w:bCs/>
        </w:rPr>
        <w:tab/>
      </w:r>
      <w:r w:rsidR="00CD6897" w:rsidRPr="004A75D2">
        <w:rPr>
          <w:rFonts w:ascii="Corbel" w:hAnsi="Corbel"/>
          <w:b/>
          <w:bCs/>
        </w:rPr>
        <w:tab/>
      </w:r>
      <w:r w:rsidR="00D8678B" w:rsidRPr="004A75D2">
        <w:rPr>
          <w:rFonts w:ascii="Corbel" w:hAnsi="Corbel"/>
          <w:bCs/>
          <w:i/>
        </w:rPr>
        <w:t xml:space="preserve">Załącznik nr </w:t>
      </w:r>
      <w:r w:rsidR="006F31E2" w:rsidRPr="004A75D2">
        <w:rPr>
          <w:rFonts w:ascii="Corbel" w:hAnsi="Corbel"/>
          <w:bCs/>
          <w:i/>
        </w:rPr>
        <w:t>1.5</w:t>
      </w:r>
      <w:r w:rsidR="00D8678B" w:rsidRPr="004A75D2">
        <w:rPr>
          <w:rFonts w:ascii="Corbel" w:hAnsi="Corbel"/>
          <w:bCs/>
          <w:i/>
        </w:rPr>
        <w:t xml:space="preserve"> do Zarządzenia</w:t>
      </w:r>
      <w:r w:rsidR="002A22BF" w:rsidRPr="004A75D2">
        <w:rPr>
          <w:rFonts w:ascii="Corbel" w:hAnsi="Corbel"/>
          <w:bCs/>
          <w:i/>
        </w:rPr>
        <w:t xml:space="preserve"> Rektora UR </w:t>
      </w:r>
      <w:r w:rsidR="00CD6897" w:rsidRPr="004A75D2">
        <w:rPr>
          <w:rFonts w:ascii="Corbel" w:hAnsi="Corbel"/>
          <w:bCs/>
          <w:i/>
        </w:rPr>
        <w:t xml:space="preserve"> nr </w:t>
      </w:r>
      <w:r w:rsidR="00F17567" w:rsidRPr="004A75D2">
        <w:rPr>
          <w:rFonts w:ascii="Corbel" w:hAnsi="Corbel"/>
          <w:bCs/>
          <w:i/>
        </w:rPr>
        <w:t>12/2019</w:t>
      </w:r>
    </w:p>
    <w:p w14:paraId="300B6BC7" w14:textId="77777777" w:rsidR="0085747A" w:rsidRPr="004A75D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A75D2">
        <w:rPr>
          <w:rFonts w:ascii="Corbel" w:hAnsi="Corbel"/>
          <w:b/>
          <w:smallCaps/>
          <w:sz w:val="24"/>
          <w:szCs w:val="24"/>
        </w:rPr>
        <w:t>SYLABUS</w:t>
      </w:r>
    </w:p>
    <w:p w14:paraId="49FC7570" w14:textId="1AEE15ED" w:rsidR="0085747A" w:rsidRPr="004A75D2" w:rsidRDefault="0071620A" w:rsidP="009E5C0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A75D2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4A75D2">
        <w:rPr>
          <w:rFonts w:ascii="Corbel" w:hAnsi="Corbel"/>
          <w:b/>
          <w:smallCaps/>
          <w:sz w:val="24"/>
          <w:szCs w:val="24"/>
        </w:rPr>
        <w:t xml:space="preserve"> </w:t>
      </w:r>
      <w:r w:rsidR="00B777CA">
        <w:rPr>
          <w:rFonts w:ascii="Corbel" w:hAnsi="Corbel"/>
          <w:b/>
          <w:smallCaps/>
          <w:sz w:val="24"/>
          <w:szCs w:val="24"/>
        </w:rPr>
        <w:t>2020-2023</w:t>
      </w:r>
    </w:p>
    <w:p w14:paraId="75322F10" w14:textId="38FA47FC" w:rsidR="00445970" w:rsidRPr="004A75D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4A75D2">
        <w:rPr>
          <w:rFonts w:ascii="Corbel" w:hAnsi="Corbel"/>
          <w:sz w:val="20"/>
          <w:szCs w:val="20"/>
        </w:rPr>
        <w:tab/>
      </w:r>
      <w:r w:rsidRPr="004A75D2">
        <w:rPr>
          <w:rFonts w:ascii="Corbel" w:hAnsi="Corbel"/>
          <w:sz w:val="20"/>
          <w:szCs w:val="20"/>
        </w:rPr>
        <w:tab/>
      </w:r>
      <w:r w:rsidRPr="004A75D2">
        <w:rPr>
          <w:rFonts w:ascii="Corbel" w:hAnsi="Corbel"/>
          <w:sz w:val="20"/>
          <w:szCs w:val="20"/>
        </w:rPr>
        <w:tab/>
      </w:r>
      <w:r w:rsidRPr="004A75D2">
        <w:rPr>
          <w:rFonts w:ascii="Corbel" w:hAnsi="Corbel"/>
          <w:sz w:val="20"/>
          <w:szCs w:val="20"/>
        </w:rPr>
        <w:tab/>
        <w:t xml:space="preserve">Rok akademicki </w:t>
      </w:r>
      <w:r w:rsidR="00B777CA">
        <w:rPr>
          <w:rFonts w:ascii="Corbel" w:hAnsi="Corbel"/>
          <w:sz w:val="20"/>
          <w:szCs w:val="20"/>
        </w:rPr>
        <w:t>2022</w:t>
      </w:r>
      <w:r w:rsidR="00990C80">
        <w:rPr>
          <w:rFonts w:ascii="Corbel" w:hAnsi="Corbel"/>
          <w:sz w:val="20"/>
          <w:szCs w:val="20"/>
        </w:rPr>
        <w:t>/20</w:t>
      </w:r>
      <w:r w:rsidR="00B777CA">
        <w:rPr>
          <w:rFonts w:ascii="Corbel" w:hAnsi="Corbel"/>
          <w:sz w:val="20"/>
          <w:szCs w:val="20"/>
        </w:rPr>
        <w:t>23</w:t>
      </w:r>
    </w:p>
    <w:p w14:paraId="21446FCD" w14:textId="77777777" w:rsidR="0085747A" w:rsidRPr="004A75D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81D008" w14:textId="77777777" w:rsidR="0085747A" w:rsidRPr="004A75D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A75D2">
        <w:rPr>
          <w:rFonts w:ascii="Corbel" w:hAnsi="Corbel"/>
          <w:szCs w:val="24"/>
        </w:rPr>
        <w:t xml:space="preserve">1. </w:t>
      </w:r>
      <w:r w:rsidR="0085747A" w:rsidRPr="004A75D2">
        <w:rPr>
          <w:rFonts w:ascii="Corbel" w:hAnsi="Corbel"/>
          <w:szCs w:val="24"/>
        </w:rPr>
        <w:t xml:space="preserve">Podstawowe </w:t>
      </w:r>
      <w:r w:rsidR="00445970" w:rsidRPr="004A75D2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A75D2" w14:paraId="29243C94" w14:textId="77777777" w:rsidTr="00B90E06">
        <w:tc>
          <w:tcPr>
            <w:tcW w:w="2694" w:type="dxa"/>
            <w:vAlign w:val="center"/>
          </w:tcPr>
          <w:p w14:paraId="6416A476" w14:textId="77777777" w:rsidR="0085747A" w:rsidRPr="004A75D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B02FBD" w14:textId="44DF8D9D" w:rsidR="0085747A" w:rsidRPr="004A75D2" w:rsidRDefault="00946C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 xml:space="preserve">Profilaktyka </w:t>
            </w:r>
            <w:r w:rsidR="00FB72C0" w:rsidRPr="004A75D2">
              <w:rPr>
                <w:rFonts w:ascii="Corbel" w:hAnsi="Corbel"/>
                <w:sz w:val="24"/>
                <w:szCs w:val="24"/>
              </w:rPr>
              <w:t>środowiskowa</w:t>
            </w:r>
          </w:p>
        </w:tc>
      </w:tr>
      <w:tr w:rsidR="0085747A" w:rsidRPr="004A75D2" w14:paraId="4B5E4157" w14:textId="77777777" w:rsidTr="00B90E06">
        <w:tc>
          <w:tcPr>
            <w:tcW w:w="2694" w:type="dxa"/>
            <w:vAlign w:val="center"/>
          </w:tcPr>
          <w:p w14:paraId="6E34C837" w14:textId="77777777" w:rsidR="0085747A" w:rsidRPr="004A75D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A75D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F1C6A3" w14:textId="77777777" w:rsidR="0085747A" w:rsidRPr="004A75D2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4A75D2" w14:paraId="562B002B" w14:textId="77777777" w:rsidTr="00B90E06">
        <w:tc>
          <w:tcPr>
            <w:tcW w:w="2694" w:type="dxa"/>
            <w:vAlign w:val="center"/>
          </w:tcPr>
          <w:p w14:paraId="79FD969F" w14:textId="77777777" w:rsidR="0085747A" w:rsidRPr="004A75D2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4A75D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8840CF" w14:textId="426824C2" w:rsidR="0085747A" w:rsidRPr="004A75D2" w:rsidRDefault="007E6D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A75D2" w14:paraId="73B19341" w14:textId="77777777" w:rsidTr="00B90E06">
        <w:tc>
          <w:tcPr>
            <w:tcW w:w="2694" w:type="dxa"/>
            <w:vAlign w:val="center"/>
          </w:tcPr>
          <w:p w14:paraId="4AB24996" w14:textId="77777777" w:rsidR="0085747A" w:rsidRPr="004A75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DE2C6" w14:textId="6FBACA0F" w:rsidR="0085747A" w:rsidRPr="004A75D2" w:rsidRDefault="007E6D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90E06" w:rsidRPr="004A75D2" w14:paraId="2210D089" w14:textId="77777777" w:rsidTr="00B90E06">
        <w:tc>
          <w:tcPr>
            <w:tcW w:w="2694" w:type="dxa"/>
            <w:vAlign w:val="center"/>
          </w:tcPr>
          <w:p w14:paraId="7E6B0FD5" w14:textId="77777777" w:rsidR="00B90E06" w:rsidRPr="004A75D2" w:rsidRDefault="00B90E06" w:rsidP="00B90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4B5BE2" w14:textId="633C11FA" w:rsidR="00B90E06" w:rsidRPr="004A75D2" w:rsidRDefault="00B90E06" w:rsidP="00B90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4A75D2" w14:paraId="74FEEA4D" w14:textId="77777777" w:rsidTr="00B90E06">
        <w:tc>
          <w:tcPr>
            <w:tcW w:w="2694" w:type="dxa"/>
            <w:vAlign w:val="center"/>
          </w:tcPr>
          <w:p w14:paraId="7A1CCCBE" w14:textId="77777777" w:rsidR="0085747A" w:rsidRPr="004A75D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E77EF9" w14:textId="4D83BE57" w:rsidR="0085747A" w:rsidRPr="004A75D2" w:rsidRDefault="00B90E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725614" w:rsidRPr="004A75D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4A75D2">
              <w:rPr>
                <w:rFonts w:ascii="Corbel" w:hAnsi="Corbel"/>
                <w:b w:val="0"/>
                <w:sz w:val="24"/>
                <w:szCs w:val="24"/>
              </w:rPr>
              <w:t>ierwszego stopnia</w:t>
            </w:r>
          </w:p>
        </w:tc>
      </w:tr>
      <w:tr w:rsidR="0085747A" w:rsidRPr="004A75D2" w14:paraId="61B3FCAE" w14:textId="77777777" w:rsidTr="00B90E06">
        <w:tc>
          <w:tcPr>
            <w:tcW w:w="2694" w:type="dxa"/>
            <w:vAlign w:val="center"/>
          </w:tcPr>
          <w:p w14:paraId="726F6FA0" w14:textId="77777777" w:rsidR="0085747A" w:rsidRPr="004A75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1A3D71" w14:textId="036DDDED" w:rsidR="0085747A" w:rsidRPr="004A75D2" w:rsidRDefault="00457B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B72C0" w:rsidRPr="004A75D2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4A75D2" w14:paraId="3D843241" w14:textId="77777777" w:rsidTr="00B90E06">
        <w:tc>
          <w:tcPr>
            <w:tcW w:w="2694" w:type="dxa"/>
            <w:vAlign w:val="center"/>
          </w:tcPr>
          <w:p w14:paraId="50F176E0" w14:textId="77777777" w:rsidR="0085747A" w:rsidRPr="004A75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6A5D25" w14:textId="30600462" w:rsidR="0085747A" w:rsidRPr="004A75D2" w:rsidRDefault="00457B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90E06" w:rsidRPr="004A75D2">
              <w:rPr>
                <w:rFonts w:ascii="Corbel" w:hAnsi="Corbel"/>
                <w:b w:val="0"/>
                <w:sz w:val="24"/>
                <w:szCs w:val="24"/>
              </w:rPr>
              <w:t>tacjonar</w:t>
            </w:r>
            <w:r w:rsidR="00FB72C0" w:rsidRPr="004A75D2">
              <w:rPr>
                <w:rFonts w:ascii="Corbel" w:hAnsi="Corbel"/>
                <w:b w:val="0"/>
                <w:sz w:val="24"/>
                <w:szCs w:val="24"/>
              </w:rPr>
              <w:t>ne</w:t>
            </w:r>
          </w:p>
        </w:tc>
      </w:tr>
      <w:tr w:rsidR="0085747A" w:rsidRPr="004A75D2" w14:paraId="020EFDC2" w14:textId="77777777" w:rsidTr="00B90E06">
        <w:tc>
          <w:tcPr>
            <w:tcW w:w="2694" w:type="dxa"/>
            <w:vAlign w:val="center"/>
          </w:tcPr>
          <w:p w14:paraId="1388AAFA" w14:textId="77777777" w:rsidR="0085747A" w:rsidRPr="004A75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A75D2">
              <w:rPr>
                <w:rFonts w:ascii="Corbel" w:hAnsi="Corbel"/>
                <w:sz w:val="24"/>
                <w:szCs w:val="24"/>
              </w:rPr>
              <w:t>/y</w:t>
            </w:r>
            <w:r w:rsidRPr="004A75D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D13F79B" w14:textId="5B06B481" w:rsidR="0085747A" w:rsidRPr="004A75D2" w:rsidRDefault="00F473C5" w:rsidP="00B90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B90E06" w:rsidRPr="004A75D2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Pr="004A75D2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B90E06" w:rsidRPr="004A75D2">
              <w:rPr>
                <w:rFonts w:ascii="Corbel" w:hAnsi="Corbel"/>
                <w:b w:val="0"/>
                <w:sz w:val="24"/>
                <w:szCs w:val="24"/>
              </w:rPr>
              <w:t>5., 6. semestr</w:t>
            </w:r>
          </w:p>
        </w:tc>
      </w:tr>
      <w:tr w:rsidR="0085747A" w:rsidRPr="004A75D2" w14:paraId="6850565B" w14:textId="77777777" w:rsidTr="00B90E06">
        <w:tc>
          <w:tcPr>
            <w:tcW w:w="2694" w:type="dxa"/>
            <w:vAlign w:val="center"/>
          </w:tcPr>
          <w:p w14:paraId="1429A61D" w14:textId="77777777" w:rsidR="0085747A" w:rsidRPr="004A75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CD66794" w14:textId="7EC87A78" w:rsidR="0085747A" w:rsidRPr="004A75D2" w:rsidRDefault="00FB72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4A75D2" w14:paraId="17A77430" w14:textId="77777777" w:rsidTr="00B90E06">
        <w:tc>
          <w:tcPr>
            <w:tcW w:w="2694" w:type="dxa"/>
            <w:vAlign w:val="center"/>
          </w:tcPr>
          <w:p w14:paraId="6D0DC6BC" w14:textId="77777777" w:rsidR="00923D7D" w:rsidRPr="004A75D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8E06CB" w14:textId="20FC6D53" w:rsidR="00923D7D" w:rsidRPr="004A75D2" w:rsidRDefault="00FB72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  <w:bookmarkStart w:id="0" w:name="_GoBack"/>
        <w:bookmarkEnd w:id="0"/>
      </w:tr>
      <w:tr w:rsidR="0085747A" w:rsidRPr="004A75D2" w14:paraId="05C42F28" w14:textId="77777777" w:rsidTr="00B90E06">
        <w:tc>
          <w:tcPr>
            <w:tcW w:w="2694" w:type="dxa"/>
            <w:vAlign w:val="center"/>
          </w:tcPr>
          <w:p w14:paraId="0E211222" w14:textId="77777777" w:rsidR="0085747A" w:rsidRPr="004A75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C15AC6" w14:textId="55C14D02" w:rsidR="0085747A" w:rsidRPr="004A75D2" w:rsidRDefault="006C32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B72C0" w:rsidRPr="004A75D2">
              <w:rPr>
                <w:rFonts w:ascii="Corbel" w:hAnsi="Corbel"/>
                <w:b w:val="0"/>
                <w:sz w:val="24"/>
                <w:szCs w:val="24"/>
              </w:rPr>
              <w:t>r Bernadeta Botwina</w:t>
            </w:r>
          </w:p>
        </w:tc>
      </w:tr>
      <w:tr w:rsidR="0085747A" w:rsidRPr="004A75D2" w14:paraId="76AB3320" w14:textId="77777777" w:rsidTr="00B90E06">
        <w:tc>
          <w:tcPr>
            <w:tcW w:w="2694" w:type="dxa"/>
            <w:vAlign w:val="center"/>
          </w:tcPr>
          <w:p w14:paraId="5251C11C" w14:textId="77777777" w:rsidR="0085747A" w:rsidRPr="004A75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6A3620" w14:textId="77777777" w:rsidR="0085747A" w:rsidRPr="004A75D2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0D55A19" w14:textId="77777777" w:rsidR="0085747A" w:rsidRPr="004A75D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A75D2">
        <w:rPr>
          <w:rFonts w:ascii="Corbel" w:hAnsi="Corbel"/>
          <w:sz w:val="24"/>
          <w:szCs w:val="24"/>
        </w:rPr>
        <w:t xml:space="preserve">* </w:t>
      </w:r>
      <w:r w:rsidRPr="004A75D2">
        <w:rPr>
          <w:rFonts w:ascii="Corbel" w:hAnsi="Corbel"/>
          <w:i/>
          <w:sz w:val="24"/>
          <w:szCs w:val="24"/>
        </w:rPr>
        <w:t>-</w:t>
      </w:r>
      <w:r w:rsidR="00B90885" w:rsidRPr="004A75D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A75D2">
        <w:rPr>
          <w:rFonts w:ascii="Corbel" w:hAnsi="Corbel"/>
          <w:b w:val="0"/>
          <w:sz w:val="24"/>
          <w:szCs w:val="24"/>
        </w:rPr>
        <w:t>e,</w:t>
      </w:r>
      <w:r w:rsidRPr="004A75D2">
        <w:rPr>
          <w:rFonts w:ascii="Corbel" w:hAnsi="Corbel"/>
          <w:i/>
          <w:sz w:val="24"/>
          <w:szCs w:val="24"/>
        </w:rPr>
        <w:t xml:space="preserve"> </w:t>
      </w:r>
      <w:r w:rsidRPr="004A75D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A75D2">
        <w:rPr>
          <w:rFonts w:ascii="Corbel" w:hAnsi="Corbel"/>
          <w:b w:val="0"/>
          <w:i/>
          <w:sz w:val="24"/>
          <w:szCs w:val="24"/>
        </w:rPr>
        <w:t>w Jednostce</w:t>
      </w:r>
    </w:p>
    <w:p w14:paraId="33EE3425" w14:textId="77777777" w:rsidR="00923D7D" w:rsidRPr="004A75D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45338B8" w14:textId="77777777" w:rsidR="0085747A" w:rsidRPr="004A75D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A75D2">
        <w:rPr>
          <w:rFonts w:ascii="Corbel" w:hAnsi="Corbel"/>
          <w:sz w:val="24"/>
          <w:szCs w:val="24"/>
        </w:rPr>
        <w:t>1.</w:t>
      </w:r>
      <w:r w:rsidR="00E22FBC" w:rsidRPr="004A75D2">
        <w:rPr>
          <w:rFonts w:ascii="Corbel" w:hAnsi="Corbel"/>
          <w:sz w:val="24"/>
          <w:szCs w:val="24"/>
        </w:rPr>
        <w:t>1</w:t>
      </w:r>
      <w:r w:rsidRPr="004A75D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B3DD69" w14:textId="77777777" w:rsidR="00923D7D" w:rsidRPr="004A75D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725614" w:rsidRPr="004A75D2" w14:paraId="5B8D367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D491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5D2">
              <w:rPr>
                <w:rFonts w:ascii="Corbel" w:hAnsi="Corbel"/>
                <w:szCs w:val="24"/>
              </w:rPr>
              <w:t>Semestr</w:t>
            </w:r>
          </w:p>
          <w:p w14:paraId="7A84AD31" w14:textId="77777777" w:rsidR="00015B8F" w:rsidRPr="004A75D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5D2">
              <w:rPr>
                <w:rFonts w:ascii="Corbel" w:hAnsi="Corbel"/>
                <w:szCs w:val="24"/>
              </w:rPr>
              <w:t>(</w:t>
            </w:r>
            <w:r w:rsidR="00363F78" w:rsidRPr="004A75D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52DEE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75D2">
              <w:rPr>
                <w:rFonts w:ascii="Corbel" w:hAnsi="Corbel"/>
                <w:szCs w:val="24"/>
              </w:rPr>
              <w:t>Wykł</w:t>
            </w:r>
            <w:proofErr w:type="spellEnd"/>
            <w:r w:rsidRPr="004A75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FEA7D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5D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38DE2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75D2">
              <w:rPr>
                <w:rFonts w:ascii="Corbel" w:hAnsi="Corbel"/>
                <w:szCs w:val="24"/>
              </w:rPr>
              <w:t>Konw</w:t>
            </w:r>
            <w:proofErr w:type="spellEnd"/>
            <w:r w:rsidRPr="004A75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6F417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5D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D9CA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75D2">
              <w:rPr>
                <w:rFonts w:ascii="Corbel" w:hAnsi="Corbel"/>
                <w:szCs w:val="24"/>
              </w:rPr>
              <w:t>Sem</w:t>
            </w:r>
            <w:proofErr w:type="spellEnd"/>
            <w:r w:rsidRPr="004A75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60682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5D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460E6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75D2">
              <w:rPr>
                <w:rFonts w:ascii="Corbel" w:hAnsi="Corbel"/>
                <w:szCs w:val="24"/>
              </w:rPr>
              <w:t>Prakt</w:t>
            </w:r>
            <w:proofErr w:type="spellEnd"/>
            <w:r w:rsidRPr="004A75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62FD3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5D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56414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A75D2">
              <w:rPr>
                <w:rFonts w:ascii="Corbel" w:hAnsi="Corbel"/>
                <w:b/>
                <w:szCs w:val="24"/>
              </w:rPr>
              <w:t>Liczba pkt</w:t>
            </w:r>
            <w:r w:rsidR="00B90885" w:rsidRPr="004A75D2">
              <w:rPr>
                <w:rFonts w:ascii="Corbel" w:hAnsi="Corbel"/>
                <w:b/>
                <w:szCs w:val="24"/>
              </w:rPr>
              <w:t>.</w:t>
            </w:r>
            <w:r w:rsidRPr="004A75D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25614" w:rsidRPr="004A75D2" w14:paraId="1F8421F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8650" w14:textId="1798D8BE" w:rsidR="00015B8F" w:rsidRPr="004A75D2" w:rsidRDefault="00FB72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5 i 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9A67" w14:textId="77777777" w:rsidR="00015B8F" w:rsidRPr="004A75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5E78" w14:textId="6B4F2CEA" w:rsidR="00015B8F" w:rsidRPr="004A75D2" w:rsidRDefault="00FB72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27F1" w14:textId="77777777" w:rsidR="00015B8F" w:rsidRPr="004A75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1641" w14:textId="77777777" w:rsidR="00015B8F" w:rsidRPr="004A75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7CF3" w14:textId="77777777" w:rsidR="00015B8F" w:rsidRPr="004A75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5F1A" w14:textId="77777777" w:rsidR="00015B8F" w:rsidRPr="004A75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46B6" w14:textId="77777777" w:rsidR="00015B8F" w:rsidRPr="004A75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5490" w14:textId="77777777" w:rsidR="00015B8F" w:rsidRPr="004A75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0E4BD" w14:textId="0859AC44" w:rsidR="00015B8F" w:rsidRPr="004A75D2" w:rsidRDefault="00C51E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725614" w:rsidRPr="004A75D2" w14:paraId="52C7397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E65D" w14:textId="1972B34F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567F" w14:textId="77777777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48BD" w14:textId="6055A6FA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4536" w14:textId="77777777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1E8E" w14:textId="77777777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03AE" w14:textId="77777777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F8BB" w14:textId="77777777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12BEC" w14:textId="77777777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DEAB" w14:textId="77777777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091B" w14:textId="50F3B763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FF51A5F" w14:textId="77777777" w:rsidR="00923D7D" w:rsidRPr="004A75D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9017D90" w14:textId="77777777" w:rsidR="00923D7D" w:rsidRPr="004A75D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3AC8FE" w14:textId="77777777" w:rsidR="0085747A" w:rsidRPr="004A75D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A75D2">
        <w:rPr>
          <w:rFonts w:ascii="Corbel" w:hAnsi="Corbel"/>
          <w:smallCaps w:val="0"/>
          <w:szCs w:val="24"/>
        </w:rPr>
        <w:t>1.</w:t>
      </w:r>
      <w:r w:rsidR="00E22FBC" w:rsidRPr="004A75D2">
        <w:rPr>
          <w:rFonts w:ascii="Corbel" w:hAnsi="Corbel"/>
          <w:smallCaps w:val="0"/>
          <w:szCs w:val="24"/>
        </w:rPr>
        <w:t>2</w:t>
      </w:r>
      <w:r w:rsidR="00F83B28" w:rsidRPr="004A75D2">
        <w:rPr>
          <w:rFonts w:ascii="Corbel" w:hAnsi="Corbel"/>
          <w:smallCaps w:val="0"/>
          <w:szCs w:val="24"/>
        </w:rPr>
        <w:t>.</w:t>
      </w:r>
      <w:r w:rsidR="00F83B28" w:rsidRPr="004A75D2">
        <w:rPr>
          <w:rFonts w:ascii="Corbel" w:hAnsi="Corbel"/>
          <w:smallCaps w:val="0"/>
          <w:szCs w:val="24"/>
        </w:rPr>
        <w:tab/>
      </w:r>
      <w:r w:rsidRPr="004A75D2">
        <w:rPr>
          <w:rFonts w:ascii="Corbel" w:hAnsi="Corbel"/>
          <w:smallCaps w:val="0"/>
          <w:szCs w:val="24"/>
        </w:rPr>
        <w:t xml:space="preserve">Sposób realizacji zajęć  </w:t>
      </w:r>
    </w:p>
    <w:p w14:paraId="2F3D7D49" w14:textId="3D4C84C6" w:rsidR="0085747A" w:rsidRPr="004A75D2" w:rsidRDefault="00B90E0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A75D2">
        <w:rPr>
          <w:rFonts w:ascii="Corbel" w:eastAsia="MS Gothic" w:hAnsi="Corbel"/>
          <w:b w:val="0"/>
          <w:szCs w:val="24"/>
        </w:rPr>
        <w:sym w:font="Wingdings" w:char="F0FE"/>
      </w:r>
      <w:r w:rsidR="0085747A" w:rsidRPr="004A75D2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4FC1828" w14:textId="77777777" w:rsidR="0085747A" w:rsidRPr="004A75D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A75D2">
        <w:rPr>
          <w:rFonts w:ascii="Segoe UI Symbol" w:eastAsia="MS Gothic" w:hAnsi="Segoe UI Symbol" w:cs="Segoe UI Symbol"/>
          <w:b w:val="0"/>
          <w:szCs w:val="24"/>
        </w:rPr>
        <w:t>☐</w:t>
      </w:r>
      <w:r w:rsidRPr="004A75D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37B10A" w14:textId="77777777" w:rsidR="0085747A" w:rsidRPr="004A75D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8FA5CD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A75D2">
        <w:rPr>
          <w:rFonts w:ascii="Corbel" w:hAnsi="Corbel"/>
          <w:smallCaps w:val="0"/>
          <w:szCs w:val="24"/>
        </w:rPr>
        <w:t xml:space="preserve">1.3 </w:t>
      </w:r>
      <w:r w:rsidR="00F83B28" w:rsidRPr="004A75D2">
        <w:rPr>
          <w:rFonts w:ascii="Corbel" w:hAnsi="Corbel"/>
          <w:smallCaps w:val="0"/>
          <w:szCs w:val="24"/>
        </w:rPr>
        <w:tab/>
      </w:r>
      <w:r w:rsidRPr="004A75D2">
        <w:rPr>
          <w:rFonts w:ascii="Corbel" w:hAnsi="Corbel"/>
          <w:smallCaps w:val="0"/>
          <w:szCs w:val="24"/>
        </w:rPr>
        <w:t>For</w:t>
      </w:r>
      <w:r w:rsidR="00445970" w:rsidRPr="004A75D2">
        <w:rPr>
          <w:rFonts w:ascii="Corbel" w:hAnsi="Corbel"/>
          <w:smallCaps w:val="0"/>
          <w:szCs w:val="24"/>
        </w:rPr>
        <w:t xml:space="preserve">ma zaliczenia przedmiotu </w:t>
      </w:r>
      <w:r w:rsidRPr="004A75D2">
        <w:rPr>
          <w:rFonts w:ascii="Corbel" w:hAnsi="Corbel"/>
          <w:smallCaps w:val="0"/>
          <w:szCs w:val="24"/>
        </w:rPr>
        <w:t xml:space="preserve"> (z toku) </w:t>
      </w:r>
      <w:r w:rsidRPr="004A75D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8390DFF" w14:textId="630951B0" w:rsidR="0085641E" w:rsidRPr="004A75D2" w:rsidRDefault="0085641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Praca projektowa</w:t>
      </w:r>
    </w:p>
    <w:p w14:paraId="4ED862CB" w14:textId="77777777" w:rsidR="009C54AE" w:rsidRPr="004A75D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52DDDC" w14:textId="77777777" w:rsidR="00E960BB" w:rsidRPr="004A75D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163224" w14:textId="77777777" w:rsidR="00E960BB" w:rsidRPr="004A75D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A75D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A75D2" w14:paraId="2F3ED8AC" w14:textId="77777777" w:rsidTr="00745302">
        <w:tc>
          <w:tcPr>
            <w:tcW w:w="9670" w:type="dxa"/>
          </w:tcPr>
          <w:p w14:paraId="6A8E5429" w14:textId="46BB7999" w:rsidR="0085747A" w:rsidRPr="004A75D2" w:rsidRDefault="00FB72C0" w:rsidP="00B90E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Zaliczenie zajęć z przedmiotów: teoretyczne podstawy kształcenia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teoretyczne podstawy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wychowania, podstawy metodologii badań pedagogicznych i diagnostyka pedagogiczna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713F94DD" w14:textId="77777777" w:rsidR="0085747A" w:rsidRPr="004A75D2" w:rsidRDefault="0085747A" w:rsidP="00B90E0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90B1807" w14:textId="77777777" w:rsidR="00153C41" w:rsidRPr="004A75D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A57A57" w14:textId="77777777" w:rsidR="0085747A" w:rsidRPr="004A75D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A75D2">
        <w:rPr>
          <w:rFonts w:ascii="Corbel" w:hAnsi="Corbel"/>
          <w:szCs w:val="24"/>
        </w:rPr>
        <w:t>3.</w:t>
      </w:r>
      <w:r w:rsidR="0085747A" w:rsidRPr="004A75D2">
        <w:rPr>
          <w:rFonts w:ascii="Corbel" w:hAnsi="Corbel"/>
          <w:szCs w:val="24"/>
        </w:rPr>
        <w:t xml:space="preserve"> </w:t>
      </w:r>
      <w:r w:rsidR="00A84C85" w:rsidRPr="004A75D2">
        <w:rPr>
          <w:rFonts w:ascii="Corbel" w:hAnsi="Corbel"/>
          <w:szCs w:val="24"/>
        </w:rPr>
        <w:t>cele, efekty uczenia się</w:t>
      </w:r>
      <w:r w:rsidR="0085747A" w:rsidRPr="004A75D2">
        <w:rPr>
          <w:rFonts w:ascii="Corbel" w:hAnsi="Corbel"/>
          <w:szCs w:val="24"/>
        </w:rPr>
        <w:t xml:space="preserve"> , treści Programowe i stosowane metody Dydaktyczne</w:t>
      </w:r>
    </w:p>
    <w:p w14:paraId="3C53457B" w14:textId="77777777" w:rsidR="0085747A" w:rsidRPr="004A75D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9D4C69" w14:textId="77777777" w:rsidR="0085747A" w:rsidRPr="004A75D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A75D2">
        <w:rPr>
          <w:rFonts w:ascii="Corbel" w:hAnsi="Corbel"/>
          <w:sz w:val="24"/>
          <w:szCs w:val="24"/>
        </w:rPr>
        <w:t xml:space="preserve">3.1 </w:t>
      </w:r>
      <w:r w:rsidR="00C05F44" w:rsidRPr="004A75D2">
        <w:rPr>
          <w:rFonts w:ascii="Corbel" w:hAnsi="Corbel"/>
          <w:sz w:val="24"/>
          <w:szCs w:val="24"/>
        </w:rPr>
        <w:t>Cele przedmiotu</w:t>
      </w:r>
    </w:p>
    <w:p w14:paraId="6A8931FB" w14:textId="77777777" w:rsidR="00F83B28" w:rsidRPr="004A75D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4A75D2" w14:paraId="1C9C1586" w14:textId="77777777" w:rsidTr="00FB72C0">
        <w:tc>
          <w:tcPr>
            <w:tcW w:w="843" w:type="dxa"/>
            <w:vAlign w:val="center"/>
          </w:tcPr>
          <w:p w14:paraId="2C4F6238" w14:textId="77777777" w:rsidR="0085747A" w:rsidRPr="004A75D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5BB373F" w14:textId="7A0D1033" w:rsidR="00FB72C0" w:rsidRPr="004A75D2" w:rsidRDefault="00FB72C0" w:rsidP="00B90E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Zdobycie wiedzy na temat potrzeby, zakresu oraz metod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rozpoznawania i przeciwdziałania negatywnym zjawiskom w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środowisku lokalnym; specyfiki wybranych programów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profilaktycznych adresowane do różnych grup wiekowych i społ. oraz</w:t>
            </w:r>
          </w:p>
          <w:p w14:paraId="7C77D7BB" w14:textId="6C316EBF" w:rsidR="0085747A" w:rsidRPr="004A75D2" w:rsidRDefault="00FB72C0" w:rsidP="00B90E0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A75D2">
              <w:rPr>
                <w:rFonts w:ascii="Corbel" w:hAnsi="Corbel" w:cs="DejaVuSans"/>
                <w:b w:val="0"/>
                <w:bCs/>
                <w:sz w:val="24"/>
                <w:szCs w:val="24"/>
              </w:rPr>
              <w:t>ogólnych zasa</w:t>
            </w:r>
            <w:r w:rsidR="00B90E06" w:rsidRPr="004A75D2">
              <w:rPr>
                <w:rFonts w:ascii="Corbel" w:hAnsi="Corbel" w:cs="DejaVuSans"/>
                <w:b w:val="0"/>
                <w:bCs/>
                <w:sz w:val="24"/>
                <w:szCs w:val="24"/>
              </w:rPr>
              <w:t>d ich konstruowania i ewaluacji.</w:t>
            </w:r>
          </w:p>
        </w:tc>
      </w:tr>
      <w:tr w:rsidR="0085747A" w:rsidRPr="004A75D2" w14:paraId="53C1A9DB" w14:textId="77777777" w:rsidTr="00FB72C0">
        <w:tc>
          <w:tcPr>
            <w:tcW w:w="843" w:type="dxa"/>
            <w:vAlign w:val="center"/>
          </w:tcPr>
          <w:p w14:paraId="2AF2816F" w14:textId="27959113" w:rsidR="0085747A" w:rsidRPr="004A75D2" w:rsidRDefault="00FB72C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345C4B4D" w14:textId="350DEC8D" w:rsidR="0085747A" w:rsidRPr="004A75D2" w:rsidRDefault="00FB72C0" w:rsidP="00B90E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Kształtowanie umiejętności wykorzystania zdobytej wiedzy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teoretycznej do projektowania działań profilaktycznych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środowiskowych wobec różnych grup wiekowych w wybranych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bCs/>
                <w:sz w:val="24"/>
                <w:szCs w:val="24"/>
              </w:rPr>
              <w:t>zakresach</w:t>
            </w:r>
            <w:r w:rsidR="00B90E06" w:rsidRPr="004A75D2">
              <w:rPr>
                <w:rFonts w:ascii="Corbel" w:hAnsi="Corbel" w:cs="DejaVuSans"/>
                <w:bCs/>
                <w:sz w:val="24"/>
                <w:szCs w:val="24"/>
              </w:rPr>
              <w:t>.</w:t>
            </w:r>
          </w:p>
        </w:tc>
      </w:tr>
      <w:tr w:rsidR="0085747A" w:rsidRPr="004A75D2" w14:paraId="679D5CB8" w14:textId="77777777" w:rsidTr="00FB72C0">
        <w:tc>
          <w:tcPr>
            <w:tcW w:w="843" w:type="dxa"/>
            <w:vAlign w:val="center"/>
          </w:tcPr>
          <w:p w14:paraId="479E0B14" w14:textId="71384B0D" w:rsidR="0085747A" w:rsidRPr="004A75D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B72C0" w:rsidRPr="004A75D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151BD3E9" w14:textId="760E41E0" w:rsidR="0085747A" w:rsidRPr="004A75D2" w:rsidRDefault="00FB72C0" w:rsidP="00B90E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Uświadamianie merytorycznej potrzeby zapobiegania negatywnym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zjawiskom w środowisku lokalnym oraz kształtowanie gotowości do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bCs/>
                <w:sz w:val="24"/>
                <w:szCs w:val="24"/>
              </w:rPr>
              <w:t>rozwij</w:t>
            </w:r>
            <w:r w:rsidR="00B90E06" w:rsidRPr="004A75D2">
              <w:rPr>
                <w:rFonts w:ascii="Corbel" w:hAnsi="Corbel" w:cs="DejaVuSans"/>
                <w:bCs/>
                <w:sz w:val="24"/>
                <w:szCs w:val="24"/>
              </w:rPr>
              <w:t>ania kompetencji w tym zakresie.</w:t>
            </w:r>
          </w:p>
        </w:tc>
      </w:tr>
    </w:tbl>
    <w:p w14:paraId="1AFAFF33" w14:textId="77777777" w:rsidR="0085747A" w:rsidRPr="004A75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A1D00C6" w14:textId="77777777" w:rsidR="001D7B54" w:rsidRPr="004A75D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A75D2">
        <w:rPr>
          <w:rFonts w:ascii="Corbel" w:hAnsi="Corbel"/>
          <w:b/>
          <w:sz w:val="24"/>
          <w:szCs w:val="24"/>
        </w:rPr>
        <w:t xml:space="preserve">3.2 </w:t>
      </w:r>
      <w:r w:rsidR="001D7B54" w:rsidRPr="004A75D2">
        <w:rPr>
          <w:rFonts w:ascii="Corbel" w:hAnsi="Corbel"/>
          <w:b/>
          <w:sz w:val="24"/>
          <w:szCs w:val="24"/>
        </w:rPr>
        <w:t xml:space="preserve">Efekty </w:t>
      </w:r>
      <w:r w:rsidR="00C05F44" w:rsidRPr="004A75D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A75D2">
        <w:rPr>
          <w:rFonts w:ascii="Corbel" w:hAnsi="Corbel"/>
          <w:b/>
          <w:sz w:val="24"/>
          <w:szCs w:val="24"/>
        </w:rPr>
        <w:t>dla przedmiotu</w:t>
      </w:r>
      <w:r w:rsidR="00445970" w:rsidRPr="004A75D2">
        <w:rPr>
          <w:rFonts w:ascii="Corbel" w:hAnsi="Corbel"/>
          <w:sz w:val="24"/>
          <w:szCs w:val="24"/>
        </w:rPr>
        <w:t xml:space="preserve"> </w:t>
      </w:r>
    </w:p>
    <w:p w14:paraId="35B37D14" w14:textId="77777777" w:rsidR="001D7B54" w:rsidRPr="004A75D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4A75D2" w14:paraId="44F530BA" w14:textId="77777777" w:rsidTr="0071620A">
        <w:tc>
          <w:tcPr>
            <w:tcW w:w="1701" w:type="dxa"/>
            <w:vAlign w:val="center"/>
          </w:tcPr>
          <w:p w14:paraId="41D2373E" w14:textId="77777777" w:rsidR="0085747A" w:rsidRPr="004A75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A75D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A75D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A75D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89E0A3C" w14:textId="77777777" w:rsidR="0085747A" w:rsidRPr="004A75D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A75D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A75D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1FB68EE" w14:textId="77777777" w:rsidR="0085747A" w:rsidRPr="004A75D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A75D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A75D2" w14:paraId="7F34FCC4" w14:textId="77777777" w:rsidTr="005E6E85">
        <w:tc>
          <w:tcPr>
            <w:tcW w:w="1701" w:type="dxa"/>
          </w:tcPr>
          <w:p w14:paraId="0D5B273D" w14:textId="77777777" w:rsidR="0085747A" w:rsidRPr="004A75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A75D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CFD1690" w14:textId="185F6EE5" w:rsidR="0085747A" w:rsidRPr="004A75D2" w:rsidRDefault="00FB72C0" w:rsidP="004A75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Zdefiniuje pojęcie diagnozy i profilaktyki</w:t>
            </w:r>
            <w:r w:rsid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społecznej oraz środowiskowej, wskaże cele,</w:t>
            </w:r>
            <w:r w:rsid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poziomy i podmioty, rodzaje i przykłady</w:t>
            </w:r>
            <w:r w:rsid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programów profilaktycznych</w:t>
            </w:r>
            <w:r w:rsidR="00686F3C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EC563B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odnosząc je do różnych rodzajów struktur społecznych i instytucji życia społecznego</w:t>
            </w:r>
            <w:r w:rsidR="004A75D2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14:paraId="0B5471B2" w14:textId="77777777" w:rsidR="0085747A" w:rsidRPr="004A75D2" w:rsidRDefault="00EC563B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bCs/>
                <w:smallCaps w:val="0"/>
                <w:szCs w:val="24"/>
              </w:rPr>
              <w:t>K_W07</w:t>
            </w:r>
          </w:p>
          <w:p w14:paraId="1457967D" w14:textId="65DA8606" w:rsidR="00EC563B" w:rsidRPr="004A75D2" w:rsidRDefault="00EC563B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85747A" w:rsidRPr="004A75D2" w14:paraId="75783707" w14:textId="77777777" w:rsidTr="005E6E85">
        <w:tc>
          <w:tcPr>
            <w:tcW w:w="1701" w:type="dxa"/>
          </w:tcPr>
          <w:p w14:paraId="2ED1F6B9" w14:textId="77777777" w:rsidR="0085747A" w:rsidRPr="004A75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7F2D313" w14:textId="510723A6" w:rsidR="0085747A" w:rsidRPr="004A75D2" w:rsidRDefault="00FB72C0" w:rsidP="00484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Scharakteryzuje wybrane negatywne zjawiska </w:t>
            </w:r>
            <w:r w:rsidR="0048406C">
              <w:rPr>
                <w:rFonts w:ascii="Corbel" w:hAnsi="Corbel" w:cs="DejaVuSans"/>
                <w:sz w:val="24"/>
                <w:szCs w:val="24"/>
                <w:lang w:eastAsia="pl-PL"/>
              </w:rPr>
              <w:t>w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środowisku lokalnym</w:t>
            </w:r>
            <w:r w:rsidR="00EC563B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zagrażające rozwojowi dzieci i młodzieży</w:t>
            </w:r>
            <w:r w:rsidR="004A75D2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14:paraId="28D83D36" w14:textId="674E11EA" w:rsidR="00214DC2" w:rsidRPr="004A75D2" w:rsidRDefault="00EC563B" w:rsidP="00136234">
            <w:pPr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K_W09</w:t>
            </w:r>
          </w:p>
          <w:p w14:paraId="49985EC3" w14:textId="6F05FA19" w:rsidR="0085747A" w:rsidRPr="004A75D2" w:rsidRDefault="00214DC2" w:rsidP="00214DC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A75D2">
              <w:rPr>
                <w:rFonts w:ascii="Corbel" w:hAnsi="Corbel"/>
                <w:szCs w:val="24"/>
              </w:rPr>
              <w:t xml:space="preserve">        </w:t>
            </w:r>
          </w:p>
        </w:tc>
      </w:tr>
      <w:tr w:rsidR="0085747A" w:rsidRPr="004A75D2" w14:paraId="113614A3" w14:textId="77777777" w:rsidTr="005E6E85">
        <w:tc>
          <w:tcPr>
            <w:tcW w:w="1701" w:type="dxa"/>
          </w:tcPr>
          <w:p w14:paraId="1FE3FFBB" w14:textId="0AD97E5E" w:rsidR="0085747A" w:rsidRPr="004A75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B72C0" w:rsidRPr="004A75D2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4642F3F" w14:textId="4FDE6F5C" w:rsidR="00FB72C0" w:rsidRPr="004A75D2" w:rsidRDefault="00FB72C0" w:rsidP="004A75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Wykorzyst</w:t>
            </w:r>
            <w:r w:rsidR="0048406C">
              <w:rPr>
                <w:rFonts w:ascii="Corbel" w:hAnsi="Corbel" w:cs="DejaVuSans"/>
                <w:sz w:val="24"/>
                <w:szCs w:val="24"/>
                <w:lang w:eastAsia="pl-PL"/>
              </w:rPr>
              <w:t>a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zdobytą wiedzę teoretyczną do</w:t>
            </w:r>
            <w:r w:rsidR="0048406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136234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r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ozpoznawania</w:t>
            </w:r>
            <w:r w:rsidR="00EC563B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analizy i oceny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negatywnych zjawisk oraz</w:t>
            </w:r>
          </w:p>
          <w:p w14:paraId="08D669E6" w14:textId="3C5570B1" w:rsidR="0085747A" w:rsidRPr="004A75D2" w:rsidRDefault="00FB72C0" w:rsidP="00484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zagrożeń w środowisku lokalnym oraz</w:t>
            </w:r>
            <w:r w:rsidR="0048406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projektowania działań profilaktycznych w</w:t>
            </w:r>
            <w:r w:rsidR="0048406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48406C">
              <w:rPr>
                <w:rFonts w:ascii="Corbel" w:hAnsi="Corbel" w:cs="DejaVuSans"/>
                <w:szCs w:val="24"/>
                <w:lang w:eastAsia="pl-PL"/>
              </w:rPr>
              <w:t>wybranym zakresie.</w:t>
            </w:r>
          </w:p>
        </w:tc>
        <w:tc>
          <w:tcPr>
            <w:tcW w:w="1873" w:type="dxa"/>
          </w:tcPr>
          <w:p w14:paraId="24A9628A" w14:textId="1745953B" w:rsidR="0085747A" w:rsidRPr="004A75D2" w:rsidRDefault="00EC56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FB72C0" w:rsidRPr="004A75D2" w14:paraId="5D351824" w14:textId="77777777" w:rsidTr="005E6E85">
        <w:tc>
          <w:tcPr>
            <w:tcW w:w="1701" w:type="dxa"/>
          </w:tcPr>
          <w:p w14:paraId="540D80E2" w14:textId="2AA78924" w:rsidR="00FB72C0" w:rsidRPr="004A75D2" w:rsidRDefault="00FB72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>EK_4</w:t>
            </w:r>
          </w:p>
        </w:tc>
        <w:tc>
          <w:tcPr>
            <w:tcW w:w="6096" w:type="dxa"/>
          </w:tcPr>
          <w:p w14:paraId="2516352C" w14:textId="77D78280" w:rsidR="00FB72C0" w:rsidRPr="004A75D2" w:rsidRDefault="0048406C" w:rsidP="00484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Oceni</w:t>
            </w:r>
            <w:r w:rsidR="003929E5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krytycznie poziom swojej wiedzy w zakresie profilaktyki i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wykaże się</w:t>
            </w:r>
            <w:r w:rsidR="003929E5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motywacj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ą</w:t>
            </w:r>
            <w:r w:rsidR="003929E5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do samodoskonalenia</w:t>
            </w:r>
          </w:p>
        </w:tc>
        <w:tc>
          <w:tcPr>
            <w:tcW w:w="1873" w:type="dxa"/>
          </w:tcPr>
          <w:p w14:paraId="60028F02" w14:textId="52C0D91F" w:rsidR="00FB72C0" w:rsidRPr="004A75D2" w:rsidRDefault="00EC563B" w:rsidP="00694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62C27626" w14:textId="77777777" w:rsidR="0085747A" w:rsidRPr="004A75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B73D30" w14:textId="77777777" w:rsidR="00EC563B" w:rsidRPr="004A75D2" w:rsidRDefault="00EC563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53A2CDE" w14:textId="7084B63D" w:rsidR="00EC563B" w:rsidRPr="004A75D2" w:rsidRDefault="00EC563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E503C98" w14:textId="77777777" w:rsidR="003929E5" w:rsidRPr="004A75D2" w:rsidRDefault="003929E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F52BA93" w14:textId="77777777" w:rsidR="00EC563B" w:rsidRPr="004A75D2" w:rsidRDefault="00EC563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93B6DD7" w14:textId="73D7F805" w:rsidR="0085747A" w:rsidRPr="004A75D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A75D2">
        <w:rPr>
          <w:rFonts w:ascii="Corbel" w:hAnsi="Corbel"/>
          <w:b/>
          <w:sz w:val="24"/>
          <w:szCs w:val="24"/>
        </w:rPr>
        <w:t>3.3</w:t>
      </w:r>
      <w:r w:rsidR="001D7B54" w:rsidRPr="004A75D2">
        <w:rPr>
          <w:rFonts w:ascii="Corbel" w:hAnsi="Corbel"/>
          <w:b/>
          <w:sz w:val="24"/>
          <w:szCs w:val="24"/>
        </w:rPr>
        <w:t xml:space="preserve"> </w:t>
      </w:r>
      <w:r w:rsidR="0085747A" w:rsidRPr="004A75D2">
        <w:rPr>
          <w:rFonts w:ascii="Corbel" w:hAnsi="Corbel"/>
          <w:b/>
          <w:sz w:val="24"/>
          <w:szCs w:val="24"/>
        </w:rPr>
        <w:t>T</w:t>
      </w:r>
      <w:r w:rsidR="001D7B54" w:rsidRPr="004A75D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A75D2">
        <w:rPr>
          <w:rFonts w:ascii="Corbel" w:hAnsi="Corbel"/>
          <w:sz w:val="24"/>
          <w:szCs w:val="24"/>
        </w:rPr>
        <w:t xml:space="preserve">  </w:t>
      </w:r>
    </w:p>
    <w:p w14:paraId="3EBBC2EB" w14:textId="107C8896" w:rsidR="0085747A" w:rsidRDefault="0085747A" w:rsidP="004C1D9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E7697">
        <w:rPr>
          <w:rFonts w:ascii="Corbel" w:hAnsi="Corbel"/>
          <w:sz w:val="24"/>
          <w:szCs w:val="24"/>
        </w:rPr>
        <w:t>Problematyka ćwiczeń audytoryjnych</w:t>
      </w:r>
    </w:p>
    <w:p w14:paraId="1490A6C1" w14:textId="77777777" w:rsidR="00CE7697" w:rsidRPr="00CE7697" w:rsidRDefault="00CE7697" w:rsidP="00CE769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A75D2" w14:paraId="39E4BD3E" w14:textId="77777777" w:rsidTr="00923D7D">
        <w:tc>
          <w:tcPr>
            <w:tcW w:w="9639" w:type="dxa"/>
          </w:tcPr>
          <w:p w14:paraId="44317F12" w14:textId="77777777" w:rsidR="0085747A" w:rsidRPr="004A75D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A75D2" w14:paraId="0F1E62CF" w14:textId="77777777" w:rsidTr="00923D7D">
        <w:tc>
          <w:tcPr>
            <w:tcW w:w="9639" w:type="dxa"/>
          </w:tcPr>
          <w:p w14:paraId="173CB5FD" w14:textId="6663B196" w:rsidR="0085747A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Zajęcia organizacyjne – treści programowe, warunki zaliczenia, literatura,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podstawowa terminologia</w:t>
            </w:r>
          </w:p>
        </w:tc>
      </w:tr>
      <w:tr w:rsidR="0085747A" w:rsidRPr="004A75D2" w14:paraId="65732727" w14:textId="77777777" w:rsidTr="00923D7D">
        <w:tc>
          <w:tcPr>
            <w:tcW w:w="9639" w:type="dxa"/>
          </w:tcPr>
          <w:p w14:paraId="1BC16602" w14:textId="66D6BE5E" w:rsidR="0085747A" w:rsidRPr="004A75D2" w:rsidRDefault="00AF099C" w:rsidP="00B62C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Profilaktyka społeczna i środowiskowa – cele, poziomy, zakres.</w:t>
            </w:r>
          </w:p>
        </w:tc>
      </w:tr>
      <w:tr w:rsidR="0085747A" w:rsidRPr="004A75D2" w14:paraId="7D0AD54A" w14:textId="77777777" w:rsidTr="00923D7D">
        <w:tc>
          <w:tcPr>
            <w:tcW w:w="9639" w:type="dxa"/>
          </w:tcPr>
          <w:p w14:paraId="0DB1E780" w14:textId="461FE019" w:rsidR="0085747A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Rodzaje, modele, adresaci i realizatorzy działań profilaktycznych w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środowisku lokalnym</w:t>
            </w:r>
          </w:p>
        </w:tc>
      </w:tr>
      <w:tr w:rsidR="00AF099C" w:rsidRPr="004A75D2" w14:paraId="50CDA9FB" w14:textId="77777777" w:rsidTr="00923D7D">
        <w:tc>
          <w:tcPr>
            <w:tcW w:w="9639" w:type="dxa"/>
          </w:tcPr>
          <w:p w14:paraId="54EADA83" w14:textId="1D930E64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Negatywne zjawiska i zachowania oraz zagrożenia w środowisku lokalnym –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przejawy, przyczyny, diagnozowanie.</w:t>
            </w:r>
          </w:p>
        </w:tc>
      </w:tr>
      <w:tr w:rsidR="00AF099C" w:rsidRPr="004A75D2" w14:paraId="1BA32580" w14:textId="77777777" w:rsidTr="00923D7D">
        <w:tc>
          <w:tcPr>
            <w:tcW w:w="9639" w:type="dxa"/>
          </w:tcPr>
          <w:p w14:paraId="5AC6E745" w14:textId="50898D42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Standardy programów profilaktycznych. Analiza wybranych przykładów na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terenie gmin i powiatów.</w:t>
            </w:r>
          </w:p>
        </w:tc>
      </w:tr>
      <w:tr w:rsidR="00AF099C" w:rsidRPr="004A75D2" w14:paraId="548A2116" w14:textId="77777777" w:rsidTr="00923D7D">
        <w:tc>
          <w:tcPr>
            <w:tcW w:w="9639" w:type="dxa"/>
          </w:tcPr>
          <w:p w14:paraId="71CCB008" w14:textId="51F99A8A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Etapy opracowywania programu profilaktyki środowiskowej. Wybór tematów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prac projektowych.</w:t>
            </w:r>
          </w:p>
        </w:tc>
      </w:tr>
      <w:tr w:rsidR="00AF099C" w:rsidRPr="004A75D2" w14:paraId="25F762CE" w14:textId="77777777" w:rsidTr="00923D7D">
        <w:tc>
          <w:tcPr>
            <w:tcW w:w="9639" w:type="dxa"/>
          </w:tcPr>
          <w:p w14:paraId="17D6C95B" w14:textId="7D3AF2EA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Diagnoza i jej wykorzystanie do projektowania działań profilaktycznych w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środowisku, przykłady.</w:t>
            </w:r>
          </w:p>
        </w:tc>
      </w:tr>
      <w:tr w:rsidR="00AF099C" w:rsidRPr="004A75D2" w14:paraId="715A70F1" w14:textId="77777777" w:rsidTr="00923D7D">
        <w:tc>
          <w:tcPr>
            <w:tcW w:w="9639" w:type="dxa"/>
          </w:tcPr>
          <w:p w14:paraId="0484AFD7" w14:textId="03849E0F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Diagnoza i profilaktyka nowych negatywnych zjawisk i uzależnień w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środowiskach lokalnych oraz jej projektowanie</w:t>
            </w:r>
          </w:p>
        </w:tc>
      </w:tr>
      <w:tr w:rsidR="00AF099C" w:rsidRPr="004A75D2" w14:paraId="65AF1B1F" w14:textId="77777777" w:rsidTr="00923D7D">
        <w:tc>
          <w:tcPr>
            <w:tcW w:w="9639" w:type="dxa"/>
          </w:tcPr>
          <w:p w14:paraId="53C2727E" w14:textId="75EA7C73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Kolokwium i zaliczenie prac projektowych.</w:t>
            </w:r>
          </w:p>
        </w:tc>
      </w:tr>
    </w:tbl>
    <w:p w14:paraId="23A57624" w14:textId="77777777" w:rsidR="0085747A" w:rsidRPr="004A75D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B1F91B" w14:textId="77777777" w:rsidR="0085747A" w:rsidRPr="004A75D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A75D2">
        <w:rPr>
          <w:rFonts w:ascii="Corbel" w:hAnsi="Corbel"/>
          <w:smallCaps w:val="0"/>
          <w:szCs w:val="24"/>
        </w:rPr>
        <w:t>3.4 Metody dydaktyczne</w:t>
      </w:r>
      <w:r w:rsidRPr="004A75D2">
        <w:rPr>
          <w:rFonts w:ascii="Corbel" w:hAnsi="Corbel"/>
          <w:b w:val="0"/>
          <w:smallCaps w:val="0"/>
          <w:szCs w:val="24"/>
        </w:rPr>
        <w:t xml:space="preserve"> </w:t>
      </w:r>
    </w:p>
    <w:p w14:paraId="4FAE32DC" w14:textId="77777777" w:rsidR="0085747A" w:rsidRPr="004A75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235C1" w14:textId="77777777" w:rsidR="00214DC2" w:rsidRPr="004A75D2" w:rsidRDefault="00214DC2" w:rsidP="00214DC2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4A75D2">
        <w:rPr>
          <w:rFonts w:ascii="Corbel" w:hAnsi="Corbel"/>
          <w:b w:val="0"/>
          <w:iCs/>
          <w:smallCaps w:val="0"/>
          <w:szCs w:val="24"/>
        </w:rPr>
        <w:t xml:space="preserve">Ćwiczenia: analiza tekstów z dyskusją, metoda projektów </w:t>
      </w:r>
    </w:p>
    <w:p w14:paraId="7F34DC8A" w14:textId="77777777" w:rsidR="00214DC2" w:rsidRPr="004A75D2" w:rsidRDefault="00214DC2" w:rsidP="00214DC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33302D" w14:textId="77777777" w:rsidR="00E960BB" w:rsidRPr="004A75D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CC074A" w14:textId="77777777" w:rsidR="00E960BB" w:rsidRPr="004A75D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406CA9" w14:textId="77777777" w:rsidR="0085747A" w:rsidRPr="004A75D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A75D2">
        <w:rPr>
          <w:rFonts w:ascii="Corbel" w:hAnsi="Corbel"/>
          <w:smallCaps w:val="0"/>
          <w:szCs w:val="24"/>
        </w:rPr>
        <w:t xml:space="preserve">4. </w:t>
      </w:r>
      <w:r w:rsidR="0085747A" w:rsidRPr="004A75D2">
        <w:rPr>
          <w:rFonts w:ascii="Corbel" w:hAnsi="Corbel"/>
          <w:smallCaps w:val="0"/>
          <w:szCs w:val="24"/>
        </w:rPr>
        <w:t>METODY I KRYTERIA OCENY</w:t>
      </w:r>
      <w:r w:rsidR="009F4610" w:rsidRPr="004A75D2">
        <w:rPr>
          <w:rFonts w:ascii="Corbel" w:hAnsi="Corbel"/>
          <w:smallCaps w:val="0"/>
          <w:szCs w:val="24"/>
        </w:rPr>
        <w:t xml:space="preserve"> </w:t>
      </w:r>
    </w:p>
    <w:p w14:paraId="1A9573E0" w14:textId="77777777" w:rsidR="00923D7D" w:rsidRPr="004A75D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8B221A" w14:textId="77777777" w:rsidR="0085747A" w:rsidRPr="004A75D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A75D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A75D2">
        <w:rPr>
          <w:rFonts w:ascii="Corbel" w:hAnsi="Corbel"/>
          <w:smallCaps w:val="0"/>
          <w:szCs w:val="24"/>
        </w:rPr>
        <w:t>uczenia się</w:t>
      </w:r>
    </w:p>
    <w:p w14:paraId="5EA83575" w14:textId="77777777" w:rsidR="0085747A" w:rsidRPr="004A75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A75D2" w14:paraId="632EEDD6" w14:textId="77777777" w:rsidTr="00DF25BB">
        <w:tc>
          <w:tcPr>
            <w:tcW w:w="1962" w:type="dxa"/>
            <w:vAlign w:val="center"/>
          </w:tcPr>
          <w:p w14:paraId="7617A6A3" w14:textId="77777777" w:rsidR="0085747A" w:rsidRPr="004A75D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460B2F4" w14:textId="77777777" w:rsidR="0085747A" w:rsidRPr="004A75D2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4A75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CBDF84F" w14:textId="77777777" w:rsidR="0085747A" w:rsidRPr="004A75D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A75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EBB4FB" w14:textId="77777777" w:rsidR="00923D7D" w:rsidRPr="004A75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8AE98F" w14:textId="77777777" w:rsidR="0085747A" w:rsidRPr="004A75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A75D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A75D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4A75D2" w14:paraId="45F4ACED" w14:textId="77777777" w:rsidTr="00DF25BB">
        <w:tc>
          <w:tcPr>
            <w:tcW w:w="1962" w:type="dxa"/>
          </w:tcPr>
          <w:p w14:paraId="1A67113F" w14:textId="77777777" w:rsidR="0085747A" w:rsidRPr="004A75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A75D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A75D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F0D63F1" w14:textId="29BE69A8" w:rsidR="0085747A" w:rsidRPr="004A75D2" w:rsidRDefault="00DF25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zCs w:val="24"/>
              </w:rPr>
              <w:t>K</w:t>
            </w:r>
            <w:r w:rsidRPr="004A75D2">
              <w:rPr>
                <w:rFonts w:ascii="Corbel" w:hAnsi="Corbel"/>
                <w:b w:val="0"/>
                <w:smallCaps w:val="0"/>
                <w:szCs w:val="24"/>
              </w:rPr>
              <w:t>olokwium, praca projektowa</w:t>
            </w:r>
          </w:p>
        </w:tc>
        <w:tc>
          <w:tcPr>
            <w:tcW w:w="2117" w:type="dxa"/>
          </w:tcPr>
          <w:p w14:paraId="3FC00E62" w14:textId="5FD67A5F" w:rsidR="0085747A" w:rsidRPr="004A75D2" w:rsidRDefault="00B62C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</w:t>
            </w:r>
            <w:r w:rsidRPr="004A75D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DF25BB" w:rsidRPr="004A75D2" w14:paraId="10E85F60" w14:textId="77777777" w:rsidTr="00DF25BB">
        <w:tc>
          <w:tcPr>
            <w:tcW w:w="1962" w:type="dxa"/>
          </w:tcPr>
          <w:p w14:paraId="569AEC71" w14:textId="77777777" w:rsidR="00DF25BB" w:rsidRPr="004A75D2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75D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6D9DEB" w14:textId="1648F661" w:rsidR="00DF25BB" w:rsidRPr="004A75D2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75D2">
              <w:rPr>
                <w:rFonts w:ascii="Corbel" w:hAnsi="Corbel"/>
                <w:b w:val="0"/>
                <w:szCs w:val="24"/>
              </w:rPr>
              <w:t>K</w:t>
            </w:r>
            <w:r w:rsidRPr="004A75D2">
              <w:rPr>
                <w:rFonts w:ascii="Corbel" w:hAnsi="Corbel"/>
                <w:b w:val="0"/>
                <w:smallCaps w:val="0"/>
                <w:szCs w:val="24"/>
              </w:rPr>
              <w:t>olokwium, praca projektowa</w:t>
            </w:r>
          </w:p>
        </w:tc>
        <w:tc>
          <w:tcPr>
            <w:tcW w:w="2117" w:type="dxa"/>
          </w:tcPr>
          <w:p w14:paraId="5850054E" w14:textId="65C07367" w:rsidR="00DF25BB" w:rsidRPr="004A75D2" w:rsidRDefault="00B62C58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75D2">
              <w:rPr>
                <w:rFonts w:ascii="Corbel" w:hAnsi="Corbel"/>
                <w:b w:val="0"/>
                <w:szCs w:val="24"/>
              </w:rPr>
              <w:t>ć</w:t>
            </w:r>
            <w:r w:rsidRPr="004A75D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DF25BB" w:rsidRPr="004A75D2" w14:paraId="670E0D09" w14:textId="77777777" w:rsidTr="00DF25BB">
        <w:tc>
          <w:tcPr>
            <w:tcW w:w="1962" w:type="dxa"/>
          </w:tcPr>
          <w:p w14:paraId="14C5C935" w14:textId="239BFA77" w:rsidR="00DF25BB" w:rsidRPr="004A75D2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75D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2C4B7E5" w14:textId="505816DD" w:rsidR="00DF25BB" w:rsidRPr="004A75D2" w:rsidRDefault="00CE7697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DF25BB" w:rsidRPr="004A75D2">
              <w:rPr>
                <w:rFonts w:ascii="Corbel" w:hAnsi="Corbel"/>
                <w:b w:val="0"/>
                <w:smallCaps w:val="0"/>
                <w:szCs w:val="24"/>
              </w:rPr>
              <w:t>raca projektowa</w:t>
            </w:r>
          </w:p>
        </w:tc>
        <w:tc>
          <w:tcPr>
            <w:tcW w:w="2117" w:type="dxa"/>
          </w:tcPr>
          <w:p w14:paraId="4FCF842A" w14:textId="659E3555" w:rsidR="00DF25BB" w:rsidRPr="004A75D2" w:rsidRDefault="00B62C58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75D2">
              <w:rPr>
                <w:rFonts w:ascii="Corbel" w:hAnsi="Corbel"/>
                <w:b w:val="0"/>
                <w:szCs w:val="24"/>
              </w:rPr>
              <w:t>ć</w:t>
            </w:r>
            <w:r w:rsidRPr="004A75D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DF25BB" w:rsidRPr="004A75D2" w14:paraId="1A5DA255" w14:textId="77777777" w:rsidTr="00DF25BB">
        <w:tc>
          <w:tcPr>
            <w:tcW w:w="1962" w:type="dxa"/>
          </w:tcPr>
          <w:p w14:paraId="3FEC96F3" w14:textId="45B351D9" w:rsidR="00DF25BB" w:rsidRPr="004A75D2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75D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267BF7E" w14:textId="63CB5010" w:rsidR="00DF25BB" w:rsidRPr="004A75D2" w:rsidRDefault="00CE7697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DF25BB" w:rsidRPr="004A75D2">
              <w:rPr>
                <w:rFonts w:ascii="Corbel" w:hAnsi="Corbel"/>
                <w:b w:val="0"/>
                <w:smallCaps w:val="0"/>
                <w:szCs w:val="24"/>
              </w:rPr>
              <w:t>raca projektowa</w:t>
            </w:r>
          </w:p>
        </w:tc>
        <w:tc>
          <w:tcPr>
            <w:tcW w:w="2117" w:type="dxa"/>
          </w:tcPr>
          <w:p w14:paraId="112A2F1A" w14:textId="64948C46" w:rsidR="00DF25BB" w:rsidRPr="004A75D2" w:rsidRDefault="00B62C58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75D2">
              <w:rPr>
                <w:rFonts w:ascii="Corbel" w:hAnsi="Corbel"/>
                <w:b w:val="0"/>
                <w:szCs w:val="24"/>
              </w:rPr>
              <w:t>ć</w:t>
            </w:r>
            <w:r w:rsidRPr="004A75D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3D9F97C7" w14:textId="77777777" w:rsidR="00923D7D" w:rsidRPr="004A75D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8E8616" w14:textId="77777777" w:rsidR="0085747A" w:rsidRPr="004A75D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A75D2">
        <w:rPr>
          <w:rFonts w:ascii="Corbel" w:hAnsi="Corbel"/>
          <w:smallCaps w:val="0"/>
          <w:szCs w:val="24"/>
        </w:rPr>
        <w:t xml:space="preserve">4.2 </w:t>
      </w:r>
      <w:r w:rsidR="0085747A" w:rsidRPr="004A75D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A75D2">
        <w:rPr>
          <w:rFonts w:ascii="Corbel" w:hAnsi="Corbel"/>
          <w:smallCaps w:val="0"/>
          <w:szCs w:val="24"/>
        </w:rPr>
        <w:t xml:space="preserve"> </w:t>
      </w:r>
    </w:p>
    <w:p w14:paraId="2CBAB6D6" w14:textId="77777777" w:rsidR="00923D7D" w:rsidRPr="004A75D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A75D2" w14:paraId="28105ECB" w14:textId="77777777" w:rsidTr="00923D7D">
        <w:tc>
          <w:tcPr>
            <w:tcW w:w="9670" w:type="dxa"/>
          </w:tcPr>
          <w:p w14:paraId="24B7FF82" w14:textId="77777777" w:rsidR="00DF25BB" w:rsidRPr="004A75D2" w:rsidRDefault="00DF25BB" w:rsidP="00DF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Aktywny udział w zajęciach, pozytywna ocena z pracy projektowej </w:t>
            </w:r>
          </w:p>
          <w:p w14:paraId="4383884A" w14:textId="724D4D47" w:rsidR="0085747A" w:rsidRPr="00597FE1" w:rsidRDefault="00597FE1" w:rsidP="00597FE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oraz z kolokwium.</w:t>
            </w:r>
          </w:p>
        </w:tc>
      </w:tr>
    </w:tbl>
    <w:p w14:paraId="17115868" w14:textId="77777777" w:rsidR="0085747A" w:rsidRPr="004A75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94C46" w14:textId="77777777" w:rsidR="009F4610" w:rsidRPr="004A75D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A75D2">
        <w:rPr>
          <w:rFonts w:ascii="Corbel" w:hAnsi="Corbel"/>
          <w:b/>
          <w:sz w:val="24"/>
          <w:szCs w:val="24"/>
        </w:rPr>
        <w:t xml:space="preserve">5. </w:t>
      </w:r>
      <w:r w:rsidR="00C61DC5" w:rsidRPr="004A75D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B6FDFA3" w14:textId="77777777" w:rsidR="0085747A" w:rsidRPr="004A75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A75D2" w14:paraId="532FCED2" w14:textId="77777777" w:rsidTr="003E1941">
        <w:tc>
          <w:tcPr>
            <w:tcW w:w="4962" w:type="dxa"/>
            <w:vAlign w:val="center"/>
          </w:tcPr>
          <w:p w14:paraId="4DE3519F" w14:textId="77777777" w:rsidR="0085747A" w:rsidRPr="004A75D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A75D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A75D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A75D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4BF1FB3" w14:textId="77777777" w:rsidR="0085747A" w:rsidRPr="004A75D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A75D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A75D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A75D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A75D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A75D2" w14:paraId="57063184" w14:textId="77777777" w:rsidTr="00923D7D">
        <w:tc>
          <w:tcPr>
            <w:tcW w:w="4962" w:type="dxa"/>
          </w:tcPr>
          <w:p w14:paraId="6C1E425A" w14:textId="77777777" w:rsidR="0085747A" w:rsidRPr="004A75D2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G</w:t>
            </w:r>
            <w:r w:rsidR="0085747A" w:rsidRPr="004A75D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A75D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A75D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A75D2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4A75D2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4A75D2">
              <w:rPr>
                <w:rFonts w:ascii="Corbel" w:hAnsi="Corbel"/>
              </w:rPr>
              <w:t>z</w:t>
            </w:r>
            <w:r w:rsidR="009C1331" w:rsidRPr="004A75D2">
              <w:rPr>
                <w:rFonts w:ascii="Corbel" w:hAnsi="Corbel"/>
              </w:rPr>
              <w:t> </w:t>
            </w:r>
            <w:r w:rsidR="0045729E" w:rsidRPr="004A75D2">
              <w:rPr>
                <w:rFonts w:ascii="Corbel" w:hAnsi="Corbel"/>
              </w:rPr>
              <w:t>harmonogramu</w:t>
            </w:r>
            <w:r w:rsidR="0085747A" w:rsidRPr="004A75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A75D2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4A75D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FE45E65" w14:textId="372AD122" w:rsidR="0085747A" w:rsidRPr="004A75D2" w:rsidRDefault="00B62C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4A75D2" w14:paraId="26E37988" w14:textId="77777777" w:rsidTr="00923D7D">
        <w:tc>
          <w:tcPr>
            <w:tcW w:w="4962" w:type="dxa"/>
          </w:tcPr>
          <w:p w14:paraId="439ECBCA" w14:textId="00D0806C" w:rsidR="00C61DC5" w:rsidRPr="004A75D2" w:rsidRDefault="00C61DC5" w:rsidP="001275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4A75D2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1275C7">
              <w:rPr>
                <w:rFonts w:ascii="Corbel" w:hAnsi="Corbel"/>
                <w:sz w:val="24"/>
                <w:szCs w:val="24"/>
              </w:rPr>
              <w:t xml:space="preserve"> udział w konsultacjach</w:t>
            </w:r>
          </w:p>
        </w:tc>
        <w:tc>
          <w:tcPr>
            <w:tcW w:w="4677" w:type="dxa"/>
          </w:tcPr>
          <w:p w14:paraId="3DFCD0CF" w14:textId="0F4D46D7" w:rsidR="00C61DC5" w:rsidRPr="004A75D2" w:rsidRDefault="00AF09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4A75D2" w14:paraId="57E7A364" w14:textId="77777777" w:rsidTr="00923D7D">
        <w:tc>
          <w:tcPr>
            <w:tcW w:w="4962" w:type="dxa"/>
          </w:tcPr>
          <w:p w14:paraId="7FBA1232" w14:textId="77777777" w:rsidR="0071620A" w:rsidRPr="004A75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4A75D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A75D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059066C" w14:textId="25B10B87" w:rsidR="00C61DC5" w:rsidRPr="004A75D2" w:rsidRDefault="00C61DC5" w:rsidP="00BD56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BD56AA">
              <w:rPr>
                <w:rFonts w:ascii="Corbel" w:hAnsi="Corbel"/>
                <w:sz w:val="24"/>
                <w:szCs w:val="24"/>
              </w:rPr>
              <w:t>do kolokwium, napisanie pracy projektowej</w:t>
            </w:r>
          </w:p>
        </w:tc>
        <w:tc>
          <w:tcPr>
            <w:tcW w:w="4677" w:type="dxa"/>
          </w:tcPr>
          <w:p w14:paraId="12581343" w14:textId="00A5CD36" w:rsidR="00C61DC5" w:rsidRPr="004A75D2" w:rsidRDefault="00174FDF" w:rsidP="00B62C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218</w:t>
            </w:r>
          </w:p>
        </w:tc>
      </w:tr>
      <w:tr w:rsidR="0085747A" w:rsidRPr="004A75D2" w14:paraId="6C0FC7FA" w14:textId="77777777" w:rsidTr="00923D7D">
        <w:tc>
          <w:tcPr>
            <w:tcW w:w="4962" w:type="dxa"/>
          </w:tcPr>
          <w:p w14:paraId="6C741A0D" w14:textId="77777777" w:rsidR="0085747A" w:rsidRPr="004A75D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D18660D" w14:textId="25E5C8F4" w:rsidR="0085747A" w:rsidRPr="004A75D2" w:rsidRDefault="008C316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250</w:t>
            </w:r>
          </w:p>
        </w:tc>
      </w:tr>
      <w:tr w:rsidR="0085747A" w:rsidRPr="004A75D2" w14:paraId="08050DDF" w14:textId="77777777" w:rsidTr="00923D7D">
        <w:tc>
          <w:tcPr>
            <w:tcW w:w="4962" w:type="dxa"/>
          </w:tcPr>
          <w:p w14:paraId="3477B80F" w14:textId="77777777" w:rsidR="0085747A" w:rsidRPr="004A75D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A75D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DCE333" w14:textId="3FAB857D" w:rsidR="0085747A" w:rsidRPr="004A75D2" w:rsidRDefault="008C316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14:paraId="44F1DEAE" w14:textId="77777777" w:rsidR="0085747A" w:rsidRPr="004A75D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A75D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A75D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F89BAC" w14:textId="77777777" w:rsidR="003E1941" w:rsidRPr="004A75D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78BC86" w14:textId="77777777" w:rsidR="0085747A" w:rsidRPr="004A75D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A75D2">
        <w:rPr>
          <w:rFonts w:ascii="Corbel" w:hAnsi="Corbel"/>
          <w:smallCaps w:val="0"/>
          <w:szCs w:val="24"/>
        </w:rPr>
        <w:t xml:space="preserve">6. </w:t>
      </w:r>
      <w:r w:rsidR="0085747A" w:rsidRPr="004A75D2">
        <w:rPr>
          <w:rFonts w:ascii="Corbel" w:hAnsi="Corbel"/>
          <w:smallCaps w:val="0"/>
          <w:szCs w:val="24"/>
        </w:rPr>
        <w:t>PRAKTYKI ZAWO</w:t>
      </w:r>
      <w:r w:rsidR="009C1331" w:rsidRPr="004A75D2">
        <w:rPr>
          <w:rFonts w:ascii="Corbel" w:hAnsi="Corbel"/>
          <w:smallCaps w:val="0"/>
          <w:szCs w:val="24"/>
        </w:rPr>
        <w:t>DOWE W RAMACH PRZEDMIOTU</w:t>
      </w:r>
    </w:p>
    <w:p w14:paraId="53E52C82" w14:textId="77777777" w:rsidR="0085747A" w:rsidRPr="004A75D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A75D2" w14:paraId="1E3FB248" w14:textId="77777777" w:rsidTr="0071620A">
        <w:trPr>
          <w:trHeight w:val="397"/>
        </w:trPr>
        <w:tc>
          <w:tcPr>
            <w:tcW w:w="3544" w:type="dxa"/>
          </w:tcPr>
          <w:p w14:paraId="19E94A2D" w14:textId="77777777" w:rsidR="0085747A" w:rsidRPr="004A75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5CF56BF" w14:textId="7F6E7C0C" w:rsidR="0085747A" w:rsidRPr="004A75D2" w:rsidRDefault="00AF09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 dotyczy </w:t>
            </w:r>
          </w:p>
        </w:tc>
      </w:tr>
      <w:tr w:rsidR="0085747A" w:rsidRPr="004A75D2" w14:paraId="17B2725A" w14:textId="77777777" w:rsidTr="0071620A">
        <w:trPr>
          <w:trHeight w:val="397"/>
        </w:trPr>
        <w:tc>
          <w:tcPr>
            <w:tcW w:w="3544" w:type="dxa"/>
          </w:tcPr>
          <w:p w14:paraId="0CA74648" w14:textId="77777777" w:rsidR="0085747A" w:rsidRPr="004A75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83FEEA2" w14:textId="4C99DB42" w:rsidR="0085747A" w:rsidRPr="004A75D2" w:rsidRDefault="00AF09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33D9B4B2" w14:textId="77777777" w:rsidR="003E1941" w:rsidRPr="004A75D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5EDE0" w14:textId="77777777" w:rsidR="0085747A" w:rsidRPr="004A75D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A75D2">
        <w:rPr>
          <w:rFonts w:ascii="Corbel" w:hAnsi="Corbel"/>
          <w:smallCaps w:val="0"/>
          <w:szCs w:val="24"/>
        </w:rPr>
        <w:t xml:space="preserve">7. </w:t>
      </w:r>
      <w:r w:rsidR="0085747A" w:rsidRPr="004A75D2">
        <w:rPr>
          <w:rFonts w:ascii="Corbel" w:hAnsi="Corbel"/>
          <w:smallCaps w:val="0"/>
          <w:szCs w:val="24"/>
        </w:rPr>
        <w:t>LITERATURA</w:t>
      </w:r>
      <w:r w:rsidRPr="004A75D2">
        <w:rPr>
          <w:rFonts w:ascii="Corbel" w:hAnsi="Corbel"/>
          <w:smallCaps w:val="0"/>
          <w:szCs w:val="24"/>
        </w:rPr>
        <w:t xml:space="preserve"> </w:t>
      </w:r>
    </w:p>
    <w:p w14:paraId="12B382B8" w14:textId="77777777" w:rsidR="00675843" w:rsidRPr="004A75D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4A75D2" w14:paraId="27ECB13F" w14:textId="77777777" w:rsidTr="0071620A">
        <w:trPr>
          <w:trHeight w:val="397"/>
        </w:trPr>
        <w:tc>
          <w:tcPr>
            <w:tcW w:w="7513" w:type="dxa"/>
          </w:tcPr>
          <w:p w14:paraId="5BFAA5D2" w14:textId="77777777" w:rsidR="0085747A" w:rsidRDefault="0085747A" w:rsidP="00B62C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1D648D9" w14:textId="77777777" w:rsidR="00B62C58" w:rsidRPr="004A75D2" w:rsidRDefault="00B62C58" w:rsidP="00B62C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3CE41D7" w14:textId="76E7374C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Borzucka-Sitkiewicz</w:t>
            </w:r>
            <w:proofErr w:type="spellEnd"/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K., Kowalczewska-Grabowska K.,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Profilaktyka społeczna: aspekty teoretyczno-metodyczne,</w:t>
            </w:r>
            <w:r w:rsidR="00B62C58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Katowice 2013.</w:t>
            </w:r>
          </w:p>
          <w:p w14:paraId="3D7FE606" w14:textId="2997469E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Gaś Z. B.,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Profilaktyka. Procedury konstruowania</w:t>
            </w:r>
            <w:r w:rsidR="00B62C58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programów wczesnej interwencji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, Lublin 2000.</w:t>
            </w:r>
          </w:p>
          <w:p w14:paraId="4BE52F0C" w14:textId="740F945F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Szymańska J.,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Programy profilaktyczne. Podstawy</w:t>
            </w:r>
            <w:r w:rsidR="00B62C58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profesjonalnej profilaktyki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, Warszawa 2000.</w:t>
            </w:r>
          </w:p>
          <w:p w14:paraId="75E3BFE3" w14:textId="0B26A1A6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Świątkiewicz G. (red.),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Profilaktyka w środowisku lokalnym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Warszawa 2002.</w:t>
            </w:r>
          </w:p>
          <w:p w14:paraId="0BAA863E" w14:textId="2EE66E98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sz w:val="24"/>
                <w:szCs w:val="24"/>
                <w:lang w:eastAsia="pl-PL"/>
              </w:rPr>
            </w:pPr>
            <w:proofErr w:type="spellStart"/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Szpringer</w:t>
            </w:r>
            <w:proofErr w:type="spellEnd"/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M.,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Profilaktyka społeczna. Rodzina -Szkoła Środowisko Lokalne, </w:t>
            </w:r>
            <w:proofErr w:type="spellStart"/>
            <w:r w:rsidRPr="004A75D2">
              <w:rPr>
                <w:rFonts w:ascii="Corbel" w:hAnsi="Corbel" w:cs="DejaVuSans-Oblique"/>
                <w:sz w:val="24"/>
                <w:szCs w:val="24"/>
                <w:lang w:eastAsia="pl-PL"/>
              </w:rPr>
              <w:t>Kiielce</w:t>
            </w:r>
            <w:proofErr w:type="spellEnd"/>
            <w:r w:rsidRPr="004A75D2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 2004.</w:t>
            </w:r>
          </w:p>
        </w:tc>
      </w:tr>
      <w:tr w:rsidR="0085747A" w:rsidRPr="004A75D2" w14:paraId="64E48D38" w14:textId="77777777" w:rsidTr="0071620A">
        <w:trPr>
          <w:trHeight w:val="397"/>
        </w:trPr>
        <w:tc>
          <w:tcPr>
            <w:tcW w:w="7513" w:type="dxa"/>
          </w:tcPr>
          <w:p w14:paraId="40406337" w14:textId="77777777" w:rsidR="0085747A" w:rsidRDefault="0085747A" w:rsidP="00B62C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7C697F0" w14:textId="77777777" w:rsidR="00F333C3" w:rsidRPr="004A75D2" w:rsidRDefault="00F333C3" w:rsidP="00B62C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7EBF045" w14:textId="7030C1B2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Dziewiecki</w:t>
            </w:r>
            <w:proofErr w:type="spellEnd"/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M.,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Nowoczesna profilaktyka uzależnień,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Kielce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2000.</w:t>
            </w:r>
          </w:p>
          <w:p w14:paraId="716D5058" w14:textId="77777777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Łuczak E.,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Nowe oblicza uzależnień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, Olsztyn 2009.</w:t>
            </w:r>
          </w:p>
          <w:p w14:paraId="478F8145" w14:textId="7087F3F2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Deptuła M. (red.),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Profilaktyka w grupach ryzyka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. Cz. 2,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Działania, Warszawa 2010.</w:t>
            </w:r>
          </w:p>
          <w:p w14:paraId="675F0330" w14:textId="77777777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Gaś Z. B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. Kierunki działań profilaktycznych, Lublin 1994.</w:t>
            </w:r>
          </w:p>
          <w:p w14:paraId="3E58849F" w14:textId="516D78A5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bCs/>
                <w:iCs/>
                <w:smallCaps/>
                <w:color w:val="000000"/>
                <w:szCs w:val="24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Programy profilaktyczne wybranych gmin i powiatów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bCs/>
                <w:szCs w:val="24"/>
                <w:lang w:eastAsia="pl-PL"/>
              </w:rPr>
              <w:t>zawarte na stronach internetowych.</w:t>
            </w:r>
          </w:p>
        </w:tc>
      </w:tr>
    </w:tbl>
    <w:p w14:paraId="2F0A85CC" w14:textId="77777777" w:rsidR="0085747A" w:rsidRPr="004A75D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BB9E87" w14:textId="77777777" w:rsidR="0085747A" w:rsidRPr="004A75D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BD7C74" w14:textId="77777777" w:rsidR="0085747A" w:rsidRPr="004A75D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A75D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A75D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D48139" w14:textId="77777777" w:rsidR="007E26AB" w:rsidRDefault="007E26AB" w:rsidP="00C16ABF">
      <w:pPr>
        <w:spacing w:after="0" w:line="240" w:lineRule="auto"/>
      </w:pPr>
      <w:r>
        <w:separator/>
      </w:r>
    </w:p>
  </w:endnote>
  <w:endnote w:type="continuationSeparator" w:id="0">
    <w:p w14:paraId="0574877B" w14:textId="77777777" w:rsidR="007E26AB" w:rsidRDefault="007E26A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950925" w14:textId="77777777" w:rsidR="007E26AB" w:rsidRDefault="007E26AB" w:rsidP="00C16ABF">
      <w:pPr>
        <w:spacing w:after="0" w:line="240" w:lineRule="auto"/>
      </w:pPr>
      <w:r>
        <w:separator/>
      </w:r>
    </w:p>
  </w:footnote>
  <w:footnote w:type="continuationSeparator" w:id="0">
    <w:p w14:paraId="7A1D8F7C" w14:textId="77777777" w:rsidR="007E26AB" w:rsidRDefault="007E26AB" w:rsidP="00C16ABF">
      <w:pPr>
        <w:spacing w:after="0" w:line="240" w:lineRule="auto"/>
      </w:pPr>
      <w:r>
        <w:continuationSeparator/>
      </w:r>
    </w:p>
  </w:footnote>
  <w:footnote w:id="1">
    <w:p w14:paraId="1E6584A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97948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275C7"/>
    <w:rsid w:val="00134B13"/>
    <w:rsid w:val="00136234"/>
    <w:rsid w:val="00146BC0"/>
    <w:rsid w:val="00153C41"/>
    <w:rsid w:val="00154381"/>
    <w:rsid w:val="001640A7"/>
    <w:rsid w:val="00164FA7"/>
    <w:rsid w:val="00165FE8"/>
    <w:rsid w:val="00166A03"/>
    <w:rsid w:val="001718A7"/>
    <w:rsid w:val="001737CF"/>
    <w:rsid w:val="00174FD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14DC2"/>
    <w:rsid w:val="0022477D"/>
    <w:rsid w:val="002278A9"/>
    <w:rsid w:val="00231156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E2D"/>
    <w:rsid w:val="002B4D55"/>
    <w:rsid w:val="002B5EA0"/>
    <w:rsid w:val="002B6119"/>
    <w:rsid w:val="002C1F06"/>
    <w:rsid w:val="002D3375"/>
    <w:rsid w:val="002D73D4"/>
    <w:rsid w:val="002D7C3F"/>
    <w:rsid w:val="002F02A3"/>
    <w:rsid w:val="002F4ABE"/>
    <w:rsid w:val="003018BA"/>
    <w:rsid w:val="0030395F"/>
    <w:rsid w:val="00305C92"/>
    <w:rsid w:val="003151C5"/>
    <w:rsid w:val="00317630"/>
    <w:rsid w:val="003343CF"/>
    <w:rsid w:val="00346FE9"/>
    <w:rsid w:val="0034759A"/>
    <w:rsid w:val="003503F6"/>
    <w:rsid w:val="003530DD"/>
    <w:rsid w:val="00354AE3"/>
    <w:rsid w:val="00363F78"/>
    <w:rsid w:val="00366382"/>
    <w:rsid w:val="003929E5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57B74"/>
    <w:rsid w:val="00461EFC"/>
    <w:rsid w:val="004652C2"/>
    <w:rsid w:val="004706D1"/>
    <w:rsid w:val="00471326"/>
    <w:rsid w:val="0047598D"/>
    <w:rsid w:val="0048406C"/>
    <w:rsid w:val="004840FD"/>
    <w:rsid w:val="00490F7D"/>
    <w:rsid w:val="00491678"/>
    <w:rsid w:val="004968E2"/>
    <w:rsid w:val="004A3EEA"/>
    <w:rsid w:val="004A4D1F"/>
    <w:rsid w:val="004A75D2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97FE1"/>
    <w:rsid w:val="005A0855"/>
    <w:rsid w:val="005A3196"/>
    <w:rsid w:val="005C080F"/>
    <w:rsid w:val="005C2639"/>
    <w:rsid w:val="005C55E5"/>
    <w:rsid w:val="005C696A"/>
    <w:rsid w:val="005E6E85"/>
    <w:rsid w:val="005F31D2"/>
    <w:rsid w:val="00600DE6"/>
    <w:rsid w:val="0061029B"/>
    <w:rsid w:val="00617230"/>
    <w:rsid w:val="00621CE1"/>
    <w:rsid w:val="00627FC9"/>
    <w:rsid w:val="00647FA8"/>
    <w:rsid w:val="00650C5F"/>
    <w:rsid w:val="00654934"/>
    <w:rsid w:val="006620D9"/>
    <w:rsid w:val="00671760"/>
    <w:rsid w:val="00671958"/>
    <w:rsid w:val="00675843"/>
    <w:rsid w:val="00686F3C"/>
    <w:rsid w:val="006947AC"/>
    <w:rsid w:val="00696477"/>
    <w:rsid w:val="006C325C"/>
    <w:rsid w:val="006D050F"/>
    <w:rsid w:val="006D5F88"/>
    <w:rsid w:val="006D6139"/>
    <w:rsid w:val="006E5D65"/>
    <w:rsid w:val="006F1282"/>
    <w:rsid w:val="006F1FBC"/>
    <w:rsid w:val="006F31E2"/>
    <w:rsid w:val="00706544"/>
    <w:rsid w:val="007072BA"/>
    <w:rsid w:val="0071620A"/>
    <w:rsid w:val="007210BE"/>
    <w:rsid w:val="00724677"/>
    <w:rsid w:val="00725459"/>
    <w:rsid w:val="00725614"/>
    <w:rsid w:val="007327BD"/>
    <w:rsid w:val="00734608"/>
    <w:rsid w:val="00745302"/>
    <w:rsid w:val="007461D6"/>
    <w:rsid w:val="00746EC8"/>
    <w:rsid w:val="00752494"/>
    <w:rsid w:val="00763BF1"/>
    <w:rsid w:val="00766FD4"/>
    <w:rsid w:val="00767768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6AB"/>
    <w:rsid w:val="007E6D6E"/>
    <w:rsid w:val="007F120E"/>
    <w:rsid w:val="007F1652"/>
    <w:rsid w:val="007F4155"/>
    <w:rsid w:val="0081554D"/>
    <w:rsid w:val="0081707E"/>
    <w:rsid w:val="008449B3"/>
    <w:rsid w:val="0085641E"/>
    <w:rsid w:val="0085747A"/>
    <w:rsid w:val="00884922"/>
    <w:rsid w:val="00885F64"/>
    <w:rsid w:val="008917F9"/>
    <w:rsid w:val="008A08D6"/>
    <w:rsid w:val="008A45F7"/>
    <w:rsid w:val="008C0CC0"/>
    <w:rsid w:val="008C19A9"/>
    <w:rsid w:val="008C316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C55"/>
    <w:rsid w:val="009508DF"/>
    <w:rsid w:val="00950DAC"/>
    <w:rsid w:val="00954A07"/>
    <w:rsid w:val="00990C80"/>
    <w:rsid w:val="00997F14"/>
    <w:rsid w:val="009A78D9"/>
    <w:rsid w:val="009C1331"/>
    <w:rsid w:val="009C3E31"/>
    <w:rsid w:val="009C54AE"/>
    <w:rsid w:val="009C788E"/>
    <w:rsid w:val="009E3B41"/>
    <w:rsid w:val="009E5C0C"/>
    <w:rsid w:val="009F3C5C"/>
    <w:rsid w:val="009F4610"/>
    <w:rsid w:val="00A00ECC"/>
    <w:rsid w:val="00A155EE"/>
    <w:rsid w:val="00A2245B"/>
    <w:rsid w:val="00A30110"/>
    <w:rsid w:val="00A34510"/>
    <w:rsid w:val="00A36899"/>
    <w:rsid w:val="00A371F6"/>
    <w:rsid w:val="00A43BF6"/>
    <w:rsid w:val="00A53FA5"/>
    <w:rsid w:val="00A54817"/>
    <w:rsid w:val="00A601C8"/>
    <w:rsid w:val="00A60799"/>
    <w:rsid w:val="00A84C85"/>
    <w:rsid w:val="00A9078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099C"/>
    <w:rsid w:val="00AF2C1E"/>
    <w:rsid w:val="00B06142"/>
    <w:rsid w:val="00B135B1"/>
    <w:rsid w:val="00B3130B"/>
    <w:rsid w:val="00B40ADB"/>
    <w:rsid w:val="00B43B77"/>
    <w:rsid w:val="00B43E80"/>
    <w:rsid w:val="00B607DB"/>
    <w:rsid w:val="00B62C58"/>
    <w:rsid w:val="00B66529"/>
    <w:rsid w:val="00B75946"/>
    <w:rsid w:val="00B777CA"/>
    <w:rsid w:val="00B8056E"/>
    <w:rsid w:val="00B819C8"/>
    <w:rsid w:val="00B82308"/>
    <w:rsid w:val="00B90885"/>
    <w:rsid w:val="00B90E06"/>
    <w:rsid w:val="00BB520A"/>
    <w:rsid w:val="00BD1F6F"/>
    <w:rsid w:val="00BD3869"/>
    <w:rsid w:val="00BD56AA"/>
    <w:rsid w:val="00BD66E9"/>
    <w:rsid w:val="00BD6FF4"/>
    <w:rsid w:val="00BF2C41"/>
    <w:rsid w:val="00C058B4"/>
    <w:rsid w:val="00C05F44"/>
    <w:rsid w:val="00C131B5"/>
    <w:rsid w:val="00C16ABF"/>
    <w:rsid w:val="00C170AE"/>
    <w:rsid w:val="00C21751"/>
    <w:rsid w:val="00C26CB7"/>
    <w:rsid w:val="00C324C1"/>
    <w:rsid w:val="00C36992"/>
    <w:rsid w:val="00C51E4E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E7697"/>
    <w:rsid w:val="00CF25BE"/>
    <w:rsid w:val="00CF78ED"/>
    <w:rsid w:val="00D02B25"/>
    <w:rsid w:val="00D02EBA"/>
    <w:rsid w:val="00D17C3C"/>
    <w:rsid w:val="00D25CC0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35AD"/>
    <w:rsid w:val="00DE09C0"/>
    <w:rsid w:val="00DE4A14"/>
    <w:rsid w:val="00DF25BB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C563B"/>
    <w:rsid w:val="00ED03AB"/>
    <w:rsid w:val="00ED32D2"/>
    <w:rsid w:val="00EE32DE"/>
    <w:rsid w:val="00EE5457"/>
    <w:rsid w:val="00F070AB"/>
    <w:rsid w:val="00F17567"/>
    <w:rsid w:val="00F27A7B"/>
    <w:rsid w:val="00F333C3"/>
    <w:rsid w:val="00F473C5"/>
    <w:rsid w:val="00F526AF"/>
    <w:rsid w:val="00F617C3"/>
    <w:rsid w:val="00F7066B"/>
    <w:rsid w:val="00F83B28"/>
    <w:rsid w:val="00FA46E5"/>
    <w:rsid w:val="00FB72C0"/>
    <w:rsid w:val="00FB7DBA"/>
    <w:rsid w:val="00FC1C25"/>
    <w:rsid w:val="00FC3F45"/>
    <w:rsid w:val="00FD503F"/>
    <w:rsid w:val="00FD7589"/>
    <w:rsid w:val="00FE7CB6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A83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C5BFA-F811-4590-9854-97C3201D5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881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2020-01-14T10:14:00Z</cp:lastPrinted>
  <dcterms:created xsi:type="dcterms:W3CDTF">2019-11-12T13:15:00Z</dcterms:created>
  <dcterms:modified xsi:type="dcterms:W3CDTF">2021-10-01T09:11:00Z</dcterms:modified>
</cp:coreProperties>
</file>